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AC4" w:rsidRPr="00221A3C" w:rsidRDefault="00E70AC4" w:rsidP="00752C2D">
      <w:pPr>
        <w:spacing w:line="240" w:lineRule="auto"/>
        <w:rPr>
          <w:rFonts w:ascii="Arial" w:hAnsi="Arial" w:cs="Arial"/>
          <w:sz w:val="20"/>
        </w:rPr>
      </w:pPr>
    </w:p>
    <w:p w:rsidR="009734AD" w:rsidRDefault="00E70AC4" w:rsidP="00B73DC7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970B76">
        <w:rPr>
          <w:rFonts w:ascii="Arial" w:hAnsi="Arial" w:cs="Arial"/>
          <w:b/>
          <w:sz w:val="28"/>
        </w:rPr>
        <w:t>PROTOKÓŁ FINANSOWY</w:t>
      </w:r>
    </w:p>
    <w:p w:rsidR="009734AD" w:rsidRPr="009734AD" w:rsidRDefault="009734AD" w:rsidP="009734AD">
      <w:pPr>
        <w:spacing w:after="0" w:line="240" w:lineRule="auto"/>
        <w:jc w:val="center"/>
        <w:rPr>
          <w:rFonts w:ascii="Arial" w:hAnsi="Arial" w:cs="Arial"/>
          <w:sz w:val="28"/>
        </w:rPr>
      </w:pPr>
      <w:r w:rsidRPr="009734AD">
        <w:rPr>
          <w:rFonts w:ascii="Arial" w:hAnsi="Arial" w:cs="Arial"/>
          <w:sz w:val="24"/>
        </w:rPr>
        <w:t>ODBIORU WYKONANYCH ROBÓT</w:t>
      </w:r>
      <w:r w:rsidR="00E70AC4" w:rsidRPr="009734AD">
        <w:rPr>
          <w:rFonts w:ascii="Arial" w:hAnsi="Arial" w:cs="Arial"/>
          <w:sz w:val="28"/>
        </w:rPr>
        <w:t xml:space="preserve"> </w:t>
      </w:r>
    </w:p>
    <w:p w:rsidR="00752C2D" w:rsidRPr="009734AD" w:rsidRDefault="00E70AC4" w:rsidP="008F7FA3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9734AD">
        <w:rPr>
          <w:rFonts w:ascii="Arial" w:hAnsi="Arial" w:cs="Arial"/>
          <w:sz w:val="24"/>
        </w:rPr>
        <w:t>R</w:t>
      </w:r>
      <w:r w:rsidR="00970B76" w:rsidRPr="009734AD">
        <w:rPr>
          <w:rFonts w:ascii="Arial" w:hAnsi="Arial" w:cs="Arial"/>
          <w:sz w:val="24"/>
        </w:rPr>
        <w:t>emontu</w:t>
      </w:r>
      <w:r w:rsidR="00177827" w:rsidRPr="009734AD">
        <w:rPr>
          <w:rFonts w:ascii="Arial" w:hAnsi="Arial" w:cs="Arial"/>
          <w:sz w:val="24"/>
        </w:rPr>
        <w:t>, Z</w:t>
      </w:r>
      <w:r w:rsidR="00970B76" w:rsidRPr="009734AD">
        <w:rPr>
          <w:rFonts w:ascii="Arial" w:hAnsi="Arial" w:cs="Arial"/>
          <w:sz w:val="24"/>
        </w:rPr>
        <w:t>adania</w:t>
      </w:r>
      <w:r w:rsidR="00177827" w:rsidRPr="009734AD">
        <w:rPr>
          <w:rFonts w:ascii="Arial" w:hAnsi="Arial" w:cs="Arial"/>
          <w:sz w:val="24"/>
        </w:rPr>
        <w:t xml:space="preserve"> I</w:t>
      </w:r>
      <w:r w:rsidR="00970B76" w:rsidRPr="009734AD">
        <w:rPr>
          <w:rFonts w:ascii="Arial" w:hAnsi="Arial" w:cs="Arial"/>
          <w:sz w:val="24"/>
        </w:rPr>
        <w:t>nwestycyjnego</w:t>
      </w:r>
      <w:r w:rsidR="00804305">
        <w:rPr>
          <w:rFonts w:ascii="Arial" w:hAnsi="Arial" w:cs="Arial"/>
          <w:sz w:val="24"/>
        </w:rPr>
        <w:t xml:space="preserve"> szybkiej ścieżki</w:t>
      </w:r>
      <w:r w:rsidR="00970B76" w:rsidRPr="009734AD">
        <w:rPr>
          <w:rFonts w:ascii="Arial" w:hAnsi="Arial" w:cs="Arial"/>
          <w:sz w:val="24"/>
        </w:rPr>
        <w:t xml:space="preserve"> nr</w:t>
      </w:r>
      <w:r w:rsidR="00177827" w:rsidRPr="009734AD">
        <w:rPr>
          <w:rFonts w:ascii="Arial" w:hAnsi="Arial" w:cs="Arial"/>
          <w:sz w:val="24"/>
        </w:rPr>
        <w:t xml:space="preserve"> </w:t>
      </w:r>
      <w:r w:rsidR="00D93035" w:rsidRPr="009734AD">
        <w:rPr>
          <w:rFonts w:ascii="Arial" w:hAnsi="Arial" w:cs="Arial"/>
          <w:sz w:val="24"/>
        </w:rPr>
        <w:t>…</w:t>
      </w:r>
      <w:r w:rsidR="008F7FA3" w:rsidRPr="009734AD">
        <w:rPr>
          <w:rFonts w:ascii="Arial" w:hAnsi="Arial" w:cs="Arial"/>
          <w:sz w:val="24"/>
        </w:rPr>
        <w:t>..</w:t>
      </w:r>
      <w:r w:rsidR="00D93035" w:rsidRPr="009734AD">
        <w:rPr>
          <w:rFonts w:ascii="Arial" w:hAnsi="Arial" w:cs="Arial"/>
          <w:sz w:val="24"/>
        </w:rPr>
        <w:t>……</w:t>
      </w:r>
      <w:r w:rsidR="00177827" w:rsidRPr="009734AD">
        <w:rPr>
          <w:rFonts w:ascii="Arial" w:hAnsi="Arial" w:cs="Arial"/>
          <w:sz w:val="24"/>
        </w:rPr>
        <w:t>*</w:t>
      </w:r>
    </w:p>
    <w:p w:rsidR="00970B76" w:rsidRDefault="00970B76" w:rsidP="00970B76">
      <w:pPr>
        <w:spacing w:line="240" w:lineRule="auto"/>
        <w:rPr>
          <w:rFonts w:ascii="Arial" w:hAnsi="Arial" w:cs="Arial"/>
        </w:rPr>
      </w:pPr>
    </w:p>
    <w:p w:rsidR="00CD1342" w:rsidRPr="00CD1342" w:rsidRDefault="00CD1342" w:rsidP="008B783F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09"/>
      </w:tblGrid>
      <w:tr w:rsidR="00CD1342" w:rsidTr="00524F57">
        <w:trPr>
          <w:trHeight w:val="449"/>
        </w:trPr>
        <w:tc>
          <w:tcPr>
            <w:tcW w:w="3539" w:type="dxa"/>
            <w:vAlign w:val="center"/>
          </w:tcPr>
          <w:p w:rsidR="00CD1342" w:rsidRPr="009B4CEE" w:rsidRDefault="00CD1342" w:rsidP="0085389B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W okresie</w:t>
            </w:r>
            <w:r w:rsidR="00A14FD2" w:rsidRPr="009B4CEE">
              <w:rPr>
                <w:rFonts w:ascii="Arial" w:hAnsi="Arial" w:cs="Arial"/>
              </w:rPr>
              <w:t>:</w:t>
            </w:r>
            <w:r w:rsidRPr="009B4CE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79" w:type="dxa"/>
            <w:vAlign w:val="center"/>
          </w:tcPr>
          <w:p w:rsidR="00CD1342" w:rsidRPr="009B4CEE" w:rsidRDefault="00CD1342" w:rsidP="00A63AE9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 xml:space="preserve">od </w:t>
            </w:r>
            <w:proofErr w:type="spellStart"/>
            <w:r w:rsidR="00A63AE9" w:rsidRPr="00B4711B">
              <w:rPr>
                <w:rFonts w:ascii="Arial" w:hAnsi="Arial" w:cs="Arial"/>
                <w:b/>
              </w:rPr>
              <w:t>dd</w:t>
            </w:r>
            <w:r w:rsidRPr="00B4711B">
              <w:rPr>
                <w:rFonts w:ascii="Arial" w:hAnsi="Arial" w:cs="Arial"/>
                <w:b/>
              </w:rPr>
              <w:t>.</w:t>
            </w:r>
            <w:r w:rsidR="00A63AE9" w:rsidRPr="00B4711B">
              <w:rPr>
                <w:rFonts w:ascii="Arial" w:hAnsi="Arial" w:cs="Arial"/>
                <w:b/>
              </w:rPr>
              <w:t>mm</w:t>
            </w:r>
            <w:r w:rsidRPr="00B4711B">
              <w:rPr>
                <w:rFonts w:ascii="Arial" w:hAnsi="Arial" w:cs="Arial"/>
                <w:b/>
              </w:rPr>
              <w:t>.</w:t>
            </w:r>
            <w:r w:rsidR="00A63AE9" w:rsidRPr="00B4711B">
              <w:rPr>
                <w:rFonts w:ascii="Arial" w:hAnsi="Arial" w:cs="Arial"/>
                <w:b/>
              </w:rPr>
              <w:t>rrrr</w:t>
            </w:r>
            <w:proofErr w:type="spellEnd"/>
          </w:p>
        </w:tc>
        <w:tc>
          <w:tcPr>
            <w:tcW w:w="3209" w:type="dxa"/>
            <w:vAlign w:val="center"/>
          </w:tcPr>
          <w:p w:rsidR="00CD1342" w:rsidRPr="009B4CEE" w:rsidRDefault="00CD1342" w:rsidP="00CD1342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 xml:space="preserve">do </w:t>
            </w:r>
            <w:proofErr w:type="spellStart"/>
            <w:r w:rsidR="00A63AE9" w:rsidRPr="00B4711B">
              <w:rPr>
                <w:rFonts w:ascii="Arial" w:hAnsi="Arial" w:cs="Arial"/>
                <w:b/>
              </w:rPr>
              <w:t>dd.mm.rrrr</w:t>
            </w:r>
            <w:proofErr w:type="spellEnd"/>
          </w:p>
        </w:tc>
      </w:tr>
      <w:tr w:rsidR="008B783F" w:rsidTr="009A3141">
        <w:trPr>
          <w:trHeight w:val="567"/>
        </w:trPr>
        <w:tc>
          <w:tcPr>
            <w:tcW w:w="3539" w:type="dxa"/>
            <w:vAlign w:val="center"/>
          </w:tcPr>
          <w:p w:rsidR="008B783F" w:rsidRPr="009B4CEE" w:rsidRDefault="00CD1342" w:rsidP="009A3141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 xml:space="preserve">Wg </w:t>
            </w:r>
            <w:r w:rsidR="008B783F" w:rsidRPr="009B4CEE">
              <w:rPr>
                <w:rFonts w:ascii="Arial" w:hAnsi="Arial" w:cs="Arial"/>
              </w:rPr>
              <w:t>Umow</w:t>
            </w:r>
            <w:r w:rsidRPr="009B4CEE">
              <w:rPr>
                <w:rFonts w:ascii="Arial" w:hAnsi="Arial" w:cs="Arial"/>
              </w:rPr>
              <w:t>y</w:t>
            </w:r>
            <w:r w:rsidR="008B783F" w:rsidRPr="009B4CEE">
              <w:rPr>
                <w:rFonts w:ascii="Arial" w:hAnsi="Arial" w:cs="Arial"/>
              </w:rPr>
              <w:t xml:space="preserve"> nr / Z</w:t>
            </w:r>
            <w:r w:rsidR="009A3141">
              <w:rPr>
                <w:rFonts w:ascii="Arial" w:hAnsi="Arial" w:cs="Arial"/>
              </w:rPr>
              <w:t>amówie</w:t>
            </w:r>
            <w:r w:rsidR="008B783F" w:rsidRPr="009B4CEE">
              <w:rPr>
                <w:rFonts w:ascii="Arial" w:hAnsi="Arial" w:cs="Arial"/>
              </w:rPr>
              <w:t>ni</w:t>
            </w:r>
            <w:r w:rsidRPr="009B4CEE">
              <w:rPr>
                <w:rFonts w:ascii="Arial" w:hAnsi="Arial" w:cs="Arial"/>
              </w:rPr>
              <w:t>a</w:t>
            </w:r>
            <w:r w:rsidR="009A3141">
              <w:rPr>
                <w:rFonts w:ascii="Arial" w:hAnsi="Arial" w:cs="Arial"/>
              </w:rPr>
              <w:t xml:space="preserve"> nr</w:t>
            </w:r>
            <w:r w:rsidR="00A303B6">
              <w:rPr>
                <w:rFonts w:ascii="Arial" w:hAnsi="Arial" w:cs="Arial"/>
              </w:rPr>
              <w:t>*</w:t>
            </w:r>
          </w:p>
        </w:tc>
        <w:tc>
          <w:tcPr>
            <w:tcW w:w="6088" w:type="dxa"/>
            <w:gridSpan w:val="2"/>
            <w:vAlign w:val="center"/>
          </w:tcPr>
          <w:p w:rsidR="008B783F" w:rsidRPr="009B4CEE" w:rsidRDefault="00A14FD2" w:rsidP="00A63AE9">
            <w:pPr>
              <w:jc w:val="center"/>
              <w:rPr>
                <w:rFonts w:ascii="Arial" w:hAnsi="Arial" w:cs="Arial"/>
              </w:rPr>
            </w:pPr>
            <w:proofErr w:type="spellStart"/>
            <w:r w:rsidRPr="009B4CEE">
              <w:rPr>
                <w:rFonts w:ascii="Arial" w:hAnsi="Arial" w:cs="Arial"/>
              </w:rPr>
              <w:t>xxxxxxxxxx</w:t>
            </w:r>
            <w:proofErr w:type="spellEnd"/>
            <w:r w:rsidR="00A63AE9" w:rsidRPr="009B4CEE">
              <w:rPr>
                <w:rFonts w:ascii="Arial" w:hAnsi="Arial" w:cs="Arial"/>
              </w:rPr>
              <w:t xml:space="preserve">  </w:t>
            </w:r>
            <w:r w:rsidR="00CD1342" w:rsidRPr="009B4CEE">
              <w:rPr>
                <w:rFonts w:ascii="Arial" w:hAnsi="Arial" w:cs="Arial"/>
              </w:rPr>
              <w:t xml:space="preserve"> z dnia </w:t>
            </w:r>
            <w:r w:rsidR="00A63AE9" w:rsidRPr="009B4CEE">
              <w:rPr>
                <w:rFonts w:ascii="Arial" w:hAnsi="Arial" w:cs="Arial"/>
              </w:rPr>
              <w:t xml:space="preserve"> </w:t>
            </w:r>
            <w:proofErr w:type="spellStart"/>
            <w:r w:rsidR="00A63AE9" w:rsidRPr="009B4CEE">
              <w:rPr>
                <w:rFonts w:ascii="Arial" w:hAnsi="Arial" w:cs="Arial"/>
              </w:rPr>
              <w:t>dd.mm.rrrr</w:t>
            </w:r>
            <w:proofErr w:type="spellEnd"/>
          </w:p>
        </w:tc>
      </w:tr>
      <w:tr w:rsidR="008B783F" w:rsidTr="009A3141">
        <w:trPr>
          <w:trHeight w:val="567"/>
        </w:trPr>
        <w:tc>
          <w:tcPr>
            <w:tcW w:w="3539" w:type="dxa"/>
            <w:vAlign w:val="center"/>
          </w:tcPr>
          <w:p w:rsidR="008B783F" w:rsidRPr="009B4CEE" w:rsidRDefault="003F30A6" w:rsidP="009A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Przedmiot umowy / </w:t>
            </w:r>
            <w:r w:rsidR="009A3141">
              <w:rPr>
                <w:rFonts w:ascii="Arial" w:hAnsi="Arial" w:cs="Arial"/>
              </w:rPr>
              <w:t>Zamówienia</w:t>
            </w:r>
            <w:r w:rsidR="00A303B6">
              <w:rPr>
                <w:rFonts w:ascii="Arial" w:hAnsi="Arial" w:cs="Arial"/>
              </w:rPr>
              <w:t xml:space="preserve"> *</w:t>
            </w:r>
          </w:p>
        </w:tc>
        <w:tc>
          <w:tcPr>
            <w:tcW w:w="6088" w:type="dxa"/>
            <w:gridSpan w:val="2"/>
            <w:vAlign w:val="center"/>
          </w:tcPr>
          <w:p w:rsidR="008B783F" w:rsidRPr="009B4CEE" w:rsidRDefault="008B783F" w:rsidP="008F7FA3">
            <w:pPr>
              <w:jc w:val="center"/>
              <w:rPr>
                <w:rFonts w:ascii="Arial" w:hAnsi="Arial" w:cs="Arial"/>
              </w:rPr>
            </w:pPr>
          </w:p>
        </w:tc>
      </w:tr>
      <w:tr w:rsidR="008B783F" w:rsidTr="009A3141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vAlign w:val="center"/>
          </w:tcPr>
          <w:p w:rsidR="008B783F" w:rsidRPr="009B4CEE" w:rsidRDefault="003F30A6" w:rsidP="008F7FA3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Wydział / Instalacja</w:t>
            </w:r>
          </w:p>
        </w:tc>
        <w:tc>
          <w:tcPr>
            <w:tcW w:w="6088" w:type="dxa"/>
            <w:gridSpan w:val="2"/>
            <w:tcBorders>
              <w:bottom w:val="single" w:sz="4" w:space="0" w:color="auto"/>
            </w:tcBorders>
            <w:vAlign w:val="center"/>
          </w:tcPr>
          <w:p w:rsidR="008B783F" w:rsidRPr="009B4CEE" w:rsidRDefault="008B783F" w:rsidP="008F7FA3">
            <w:pPr>
              <w:jc w:val="center"/>
              <w:rPr>
                <w:rFonts w:ascii="Arial" w:hAnsi="Arial" w:cs="Arial"/>
              </w:rPr>
            </w:pPr>
          </w:p>
        </w:tc>
      </w:tr>
      <w:tr w:rsidR="007122C9" w:rsidTr="009A3141">
        <w:trPr>
          <w:trHeight w:val="142"/>
        </w:trPr>
        <w:tc>
          <w:tcPr>
            <w:tcW w:w="3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122C9" w:rsidRPr="009B4CEE" w:rsidRDefault="007122C9" w:rsidP="008F7F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8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7122C9" w:rsidRPr="009B4CEE" w:rsidRDefault="007122C9" w:rsidP="008F7FA3">
            <w:pPr>
              <w:jc w:val="center"/>
              <w:rPr>
                <w:rFonts w:ascii="Arial" w:hAnsi="Arial" w:cs="Arial"/>
              </w:rPr>
            </w:pPr>
          </w:p>
        </w:tc>
      </w:tr>
      <w:tr w:rsidR="004F2EDF" w:rsidTr="00524F57">
        <w:trPr>
          <w:trHeight w:val="413"/>
        </w:trPr>
        <w:tc>
          <w:tcPr>
            <w:tcW w:w="9627" w:type="dxa"/>
            <w:gridSpan w:val="3"/>
            <w:tcBorders>
              <w:top w:val="single" w:sz="4" w:space="0" w:color="auto"/>
            </w:tcBorders>
            <w:vAlign w:val="center"/>
          </w:tcPr>
          <w:p w:rsidR="004F2EDF" w:rsidRPr="009B4CEE" w:rsidRDefault="004F2EDF" w:rsidP="007122C9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 xml:space="preserve">Sporządzony dnia: </w:t>
            </w:r>
            <w:r w:rsidR="007122C9" w:rsidRPr="009B4CEE">
              <w:rPr>
                <w:rFonts w:ascii="Arial" w:hAnsi="Arial" w:cs="Arial"/>
              </w:rPr>
              <w:t xml:space="preserve"> </w:t>
            </w:r>
            <w:proofErr w:type="spellStart"/>
            <w:r w:rsidR="007122C9" w:rsidRPr="00B4711B">
              <w:rPr>
                <w:rFonts w:ascii="Arial" w:hAnsi="Arial" w:cs="Arial"/>
                <w:b/>
              </w:rPr>
              <w:t>dd.mm.rrrr</w:t>
            </w:r>
            <w:proofErr w:type="spellEnd"/>
            <w:r w:rsidR="007122C9" w:rsidRPr="009B4CEE">
              <w:rPr>
                <w:rFonts w:ascii="Arial" w:hAnsi="Arial" w:cs="Arial"/>
              </w:rPr>
              <w:t xml:space="preserve"> </w:t>
            </w:r>
            <w:r w:rsidRPr="009B4CEE">
              <w:rPr>
                <w:rFonts w:ascii="Arial" w:hAnsi="Arial" w:cs="Arial"/>
              </w:rPr>
              <w:t xml:space="preserve"> przy udziale przedstawicieli</w:t>
            </w:r>
          </w:p>
        </w:tc>
      </w:tr>
      <w:tr w:rsidR="00A11429" w:rsidTr="009A3141">
        <w:trPr>
          <w:trHeight w:val="578"/>
        </w:trPr>
        <w:tc>
          <w:tcPr>
            <w:tcW w:w="3539" w:type="dxa"/>
            <w:vAlign w:val="center"/>
          </w:tcPr>
          <w:p w:rsidR="00A11429" w:rsidRPr="009B4CEE" w:rsidRDefault="00A11429" w:rsidP="00A11429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Wykonawc</w:t>
            </w:r>
            <w:r>
              <w:rPr>
                <w:rFonts w:ascii="Arial" w:hAnsi="Arial" w:cs="Arial"/>
              </w:rPr>
              <w:t>y</w:t>
            </w:r>
          </w:p>
        </w:tc>
        <w:tc>
          <w:tcPr>
            <w:tcW w:w="2879" w:type="dxa"/>
            <w:vAlign w:val="center"/>
          </w:tcPr>
          <w:p w:rsidR="00A11429" w:rsidRDefault="00A11429" w:rsidP="00A11429">
            <w:pPr>
              <w:rPr>
                <w:rFonts w:ascii="Arial" w:hAnsi="Arial" w:cs="Arial"/>
              </w:rPr>
            </w:pPr>
          </w:p>
          <w:p w:rsidR="00A11429" w:rsidRDefault="00A11429" w:rsidP="00A11429">
            <w:pPr>
              <w:rPr>
                <w:rFonts w:ascii="Arial" w:hAnsi="Arial" w:cs="Arial"/>
              </w:rPr>
            </w:pPr>
          </w:p>
          <w:p w:rsidR="00A11429" w:rsidRPr="009B4CEE" w:rsidRDefault="00A11429" w:rsidP="00A11429">
            <w:pPr>
              <w:rPr>
                <w:rFonts w:ascii="Arial" w:hAnsi="Arial" w:cs="Arial"/>
              </w:rPr>
            </w:pPr>
          </w:p>
        </w:tc>
        <w:tc>
          <w:tcPr>
            <w:tcW w:w="3209" w:type="dxa"/>
            <w:vAlign w:val="center"/>
          </w:tcPr>
          <w:p w:rsidR="00A11429" w:rsidRPr="009B4CEE" w:rsidRDefault="00A11429" w:rsidP="00A114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</w:tr>
      <w:tr w:rsidR="000E5D3A" w:rsidTr="009A3141">
        <w:trPr>
          <w:trHeight w:val="578"/>
        </w:trPr>
        <w:tc>
          <w:tcPr>
            <w:tcW w:w="3539" w:type="dxa"/>
            <w:vAlign w:val="center"/>
          </w:tcPr>
          <w:p w:rsidR="000E5D3A" w:rsidRPr="009B4CEE" w:rsidRDefault="000E5D3A" w:rsidP="00E0063E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Inspektor</w:t>
            </w:r>
            <w:r w:rsidR="00A11429">
              <w:rPr>
                <w:rFonts w:ascii="Arial" w:hAnsi="Arial" w:cs="Arial"/>
              </w:rPr>
              <w:t>a</w:t>
            </w:r>
            <w:r w:rsidRPr="009B4CEE">
              <w:rPr>
                <w:rFonts w:ascii="Arial" w:hAnsi="Arial" w:cs="Arial"/>
              </w:rPr>
              <w:t xml:space="preserve"> nadzoru Zamawiającego</w:t>
            </w:r>
          </w:p>
        </w:tc>
        <w:tc>
          <w:tcPr>
            <w:tcW w:w="2879" w:type="dxa"/>
            <w:vMerge w:val="restart"/>
            <w:vAlign w:val="center"/>
          </w:tcPr>
          <w:p w:rsidR="000E5D3A" w:rsidRPr="009B4CEE" w:rsidRDefault="000E5D3A" w:rsidP="008F7FA3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ORLEN S</w:t>
            </w:r>
            <w:r w:rsidR="00C41951">
              <w:rPr>
                <w:rFonts w:ascii="Arial" w:hAnsi="Arial" w:cs="Arial"/>
              </w:rPr>
              <w:t>.</w:t>
            </w:r>
            <w:r w:rsidRPr="009B4CEE">
              <w:rPr>
                <w:rFonts w:ascii="Arial" w:hAnsi="Arial" w:cs="Arial"/>
              </w:rPr>
              <w:t>A</w:t>
            </w:r>
            <w:r w:rsidR="00C41951">
              <w:rPr>
                <w:rFonts w:ascii="Arial" w:hAnsi="Arial" w:cs="Arial"/>
              </w:rPr>
              <w:t>.</w:t>
            </w:r>
          </w:p>
        </w:tc>
        <w:tc>
          <w:tcPr>
            <w:tcW w:w="3209" w:type="dxa"/>
            <w:vAlign w:val="center"/>
          </w:tcPr>
          <w:p w:rsidR="000E5D3A" w:rsidRPr="009B4CEE" w:rsidRDefault="009B4CEE" w:rsidP="008F7F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</w:tr>
      <w:tr w:rsidR="009B4CEE" w:rsidTr="009A3141">
        <w:trPr>
          <w:trHeight w:val="578"/>
        </w:trPr>
        <w:tc>
          <w:tcPr>
            <w:tcW w:w="3539" w:type="dxa"/>
            <w:vAlign w:val="center"/>
          </w:tcPr>
          <w:p w:rsidR="009B4CEE" w:rsidRPr="009B4CEE" w:rsidRDefault="009B4CEE" w:rsidP="00CA59B1">
            <w:pPr>
              <w:jc w:val="center"/>
              <w:rPr>
                <w:rFonts w:ascii="Arial" w:hAnsi="Arial" w:cs="Arial"/>
              </w:rPr>
            </w:pPr>
            <w:r w:rsidRPr="009B4CEE">
              <w:rPr>
                <w:rFonts w:ascii="Arial" w:hAnsi="Arial" w:cs="Arial"/>
              </w:rPr>
              <w:t>Użytkownik</w:t>
            </w:r>
            <w:r w:rsidR="00A11429">
              <w:rPr>
                <w:rFonts w:ascii="Arial" w:hAnsi="Arial" w:cs="Arial"/>
              </w:rPr>
              <w:t>a</w:t>
            </w:r>
            <w:r w:rsidRPr="009B4CEE">
              <w:rPr>
                <w:rFonts w:ascii="Arial" w:hAnsi="Arial" w:cs="Arial"/>
              </w:rPr>
              <w:t xml:space="preserve"> / Realizator</w:t>
            </w:r>
            <w:r w:rsidR="00A11429">
              <w:rPr>
                <w:rFonts w:ascii="Arial" w:hAnsi="Arial" w:cs="Arial"/>
              </w:rPr>
              <w:t>a</w:t>
            </w:r>
            <w:r w:rsidR="00A303B6">
              <w:rPr>
                <w:rFonts w:ascii="Arial" w:hAnsi="Arial" w:cs="Arial"/>
              </w:rPr>
              <w:t xml:space="preserve"> </w:t>
            </w:r>
            <w:r w:rsidR="00A303B6" w:rsidRPr="00713499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879" w:type="dxa"/>
            <w:vMerge/>
            <w:vAlign w:val="center"/>
          </w:tcPr>
          <w:p w:rsidR="009B4CEE" w:rsidRPr="009B4CEE" w:rsidRDefault="009B4CEE" w:rsidP="009B4C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09" w:type="dxa"/>
            <w:vAlign w:val="center"/>
          </w:tcPr>
          <w:p w:rsidR="009B4CEE" w:rsidRPr="009B4CEE" w:rsidRDefault="009B4CEE" w:rsidP="009B4C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</w:tr>
    </w:tbl>
    <w:p w:rsidR="00E21145" w:rsidRDefault="00E21145" w:rsidP="008F7FA3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:rsidR="00E21145" w:rsidRPr="009A3141" w:rsidRDefault="00E21145" w:rsidP="008F7FA3">
      <w:pPr>
        <w:spacing w:after="0" w:line="240" w:lineRule="auto"/>
        <w:jc w:val="center"/>
        <w:rPr>
          <w:rFonts w:ascii="Arial" w:hAnsi="Arial" w:cs="Arial"/>
          <w:b/>
          <w:sz w:val="12"/>
        </w:rPr>
      </w:pPr>
    </w:p>
    <w:p w:rsidR="00E21145" w:rsidRPr="008F7FA3" w:rsidRDefault="00E21145" w:rsidP="000E5D3A">
      <w:pPr>
        <w:spacing w:after="0" w:line="240" w:lineRule="auto"/>
        <w:rPr>
          <w:rFonts w:ascii="Arial" w:hAnsi="Arial" w:cs="Arial"/>
          <w:b/>
          <w:sz w:val="24"/>
        </w:rPr>
      </w:pPr>
    </w:p>
    <w:p w:rsidR="00BA76DE" w:rsidRDefault="00BA76DE" w:rsidP="006452C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DF69CD">
        <w:rPr>
          <w:rFonts w:ascii="Arial" w:hAnsi="Arial" w:cs="Arial"/>
        </w:rPr>
        <w:t>omisja stwierdza, że:</w:t>
      </w:r>
    </w:p>
    <w:p w:rsidR="00103AA0" w:rsidRDefault="00BA76DE" w:rsidP="006452C6">
      <w:pPr>
        <w:pStyle w:val="Akapitzlist"/>
        <w:numPr>
          <w:ilvl w:val="0"/>
          <w:numId w:val="4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Zakres finansowy (wg cen netto) wykonanych robót objętych niniejszym protokołem jest następujący:</w:t>
      </w:r>
    </w:p>
    <w:p w:rsidR="005C68C5" w:rsidRPr="005C68C5" w:rsidRDefault="005C68C5" w:rsidP="005C68C5">
      <w:pPr>
        <w:spacing w:after="0" w:line="240" w:lineRule="auto"/>
        <w:rPr>
          <w:rFonts w:ascii="Arial" w:hAnsi="Arial" w:cs="Arial"/>
          <w:sz w:val="12"/>
        </w:rPr>
      </w:pPr>
    </w:p>
    <w:tbl>
      <w:tblPr>
        <w:tblStyle w:val="Tabelasiatki2akcent3"/>
        <w:tblW w:w="9910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01"/>
        <w:gridCol w:w="2268"/>
        <w:gridCol w:w="1276"/>
        <w:gridCol w:w="850"/>
        <w:gridCol w:w="848"/>
      </w:tblGrid>
      <w:tr w:rsidR="005C68C5" w:rsidTr="004A11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8" w:space="0" w:color="000000" w:themeColor="text1"/>
              <w:bottom w:val="single" w:sz="4" w:space="0" w:color="000000" w:themeColor="text1"/>
              <w:right w:val="none" w:sz="0" w:space="0" w:color="auto"/>
            </w:tcBorders>
            <w:vAlign w:val="center"/>
          </w:tcPr>
          <w:p w:rsidR="00914191" w:rsidRPr="00524F57" w:rsidRDefault="00914191" w:rsidP="007C554D">
            <w:pPr>
              <w:jc w:val="center"/>
              <w:rPr>
                <w:rFonts w:ascii="Arial" w:hAnsi="Arial" w:cs="Arial"/>
                <w:sz w:val="18"/>
              </w:rPr>
            </w:pPr>
            <w:r w:rsidRPr="00524F57">
              <w:rPr>
                <w:rFonts w:ascii="Arial" w:hAnsi="Arial" w:cs="Arial"/>
                <w:sz w:val="18"/>
              </w:rPr>
              <w:t>Lp.</w:t>
            </w:r>
          </w:p>
        </w:tc>
        <w:tc>
          <w:tcPr>
            <w:tcW w:w="4101" w:type="dxa"/>
            <w:tcBorders>
              <w:top w:val="single" w:sz="8" w:space="0" w:color="000000" w:themeColor="text1"/>
              <w:left w:val="none" w:sz="0" w:space="0" w:color="auto"/>
              <w:bottom w:val="single" w:sz="4" w:space="0" w:color="000000" w:themeColor="text1"/>
              <w:right w:val="none" w:sz="0" w:space="0" w:color="auto"/>
            </w:tcBorders>
            <w:vAlign w:val="center"/>
          </w:tcPr>
          <w:p w:rsidR="00914191" w:rsidRPr="00524F57" w:rsidRDefault="00914191" w:rsidP="007C55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524F57">
              <w:rPr>
                <w:rFonts w:ascii="Arial" w:hAnsi="Arial" w:cs="Arial"/>
                <w:sz w:val="18"/>
              </w:rPr>
              <w:t>Nazwa rodzajów robót lub asortymentów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none" w:sz="0" w:space="0" w:color="auto"/>
              <w:bottom w:val="single" w:sz="4" w:space="0" w:color="000000" w:themeColor="text1"/>
              <w:right w:val="none" w:sz="0" w:space="0" w:color="auto"/>
            </w:tcBorders>
            <w:vAlign w:val="center"/>
          </w:tcPr>
          <w:p w:rsidR="00914191" w:rsidRPr="00524F57" w:rsidRDefault="00914191" w:rsidP="007C55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524F57">
              <w:rPr>
                <w:rFonts w:ascii="Arial" w:hAnsi="Arial" w:cs="Arial"/>
                <w:sz w:val="18"/>
              </w:rPr>
              <w:t>Wartość robót wykonanych w okresie rozliczeniowym</w:t>
            </w:r>
          </w:p>
        </w:tc>
        <w:tc>
          <w:tcPr>
            <w:tcW w:w="2974" w:type="dxa"/>
            <w:gridSpan w:val="3"/>
            <w:tcBorders>
              <w:top w:val="single" w:sz="8" w:space="0" w:color="000000" w:themeColor="text1"/>
              <w:left w:val="none" w:sz="0" w:space="0" w:color="auto"/>
              <w:bottom w:val="single" w:sz="4" w:space="0" w:color="000000" w:themeColor="text1"/>
            </w:tcBorders>
            <w:vAlign w:val="center"/>
          </w:tcPr>
          <w:p w:rsidR="00914191" w:rsidRPr="00524F57" w:rsidRDefault="00914191" w:rsidP="002E61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524F57">
              <w:rPr>
                <w:rFonts w:ascii="Arial" w:hAnsi="Arial" w:cs="Arial"/>
                <w:sz w:val="18"/>
              </w:rPr>
              <w:t>Uwagi, zastrzeżenia stron</w:t>
            </w:r>
            <w:r w:rsidR="002E6166" w:rsidRPr="00524F57">
              <w:rPr>
                <w:rFonts w:ascii="Arial" w:hAnsi="Arial" w:cs="Arial"/>
                <w:sz w:val="18"/>
              </w:rPr>
              <w:t>, odpady, podwykonawcy</w:t>
            </w:r>
          </w:p>
        </w:tc>
      </w:tr>
      <w:tr w:rsidR="005C68C5" w:rsidTr="004A1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914191" w:rsidRPr="00A63AE9" w:rsidRDefault="003B7441" w:rsidP="003B7441">
            <w:pPr>
              <w:jc w:val="center"/>
              <w:rPr>
                <w:rFonts w:ascii="Arial" w:hAnsi="Arial" w:cs="Arial"/>
                <w:b w:val="0"/>
                <w:sz w:val="16"/>
              </w:rPr>
            </w:pPr>
            <w:r w:rsidRPr="00A63AE9">
              <w:rPr>
                <w:rFonts w:ascii="Arial" w:hAnsi="Arial" w:cs="Arial"/>
                <w:b w:val="0"/>
                <w:sz w:val="16"/>
              </w:rPr>
              <w:t>1</w:t>
            </w:r>
          </w:p>
        </w:tc>
        <w:tc>
          <w:tcPr>
            <w:tcW w:w="4101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914191" w:rsidRPr="00A63AE9" w:rsidRDefault="003B7441" w:rsidP="003B74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914191" w:rsidRPr="00A63AE9" w:rsidRDefault="003B7441" w:rsidP="003B74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974" w:type="dxa"/>
            <w:gridSpan w:val="3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</w:tcPr>
          <w:p w:rsidR="00914191" w:rsidRPr="00A63AE9" w:rsidRDefault="003B7441" w:rsidP="003B74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4</w:t>
            </w:r>
          </w:p>
        </w:tc>
      </w:tr>
      <w:tr w:rsidR="00396F59" w:rsidTr="004A11CB">
        <w:trPr>
          <w:trHeight w:val="10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:rsidR="00396F59" w:rsidRPr="00A63AE9" w:rsidRDefault="00396F59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:rsidR="00396F59" w:rsidRPr="00221A3C" w:rsidRDefault="00396F59" w:rsidP="007C5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bottom w:val="nil"/>
            </w:tcBorders>
            <w:vAlign w:val="center"/>
          </w:tcPr>
          <w:p w:rsidR="00396F59" w:rsidRPr="00221A3C" w:rsidRDefault="00396F59" w:rsidP="007C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single" w:sz="8" w:space="0" w:color="000000" w:themeColor="text1"/>
              <w:bottom w:val="nil"/>
            </w:tcBorders>
            <w:vAlign w:val="center"/>
          </w:tcPr>
          <w:p w:rsidR="00396F59" w:rsidRPr="00221A3C" w:rsidRDefault="00396F5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59" w:rsidTr="004A1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96F59" w:rsidRPr="00A63AE9" w:rsidRDefault="00396F59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4" w:type="dxa"/>
            <w:gridSpan w:val="3"/>
            <w:tcBorders>
              <w:top w:val="nil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6F59" w:rsidRPr="00221A3C" w:rsidRDefault="00396F59" w:rsidP="00A63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186" w:rsidTr="004A11CB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86186" w:rsidRPr="00A63AE9" w:rsidRDefault="00E86186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86186" w:rsidRPr="00221A3C" w:rsidRDefault="00E86186" w:rsidP="007C5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86186" w:rsidRPr="00221A3C" w:rsidRDefault="00E86186" w:rsidP="007C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6186" w:rsidRPr="009734AD" w:rsidRDefault="00713499" w:rsidP="007134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Nr odbioru SAP </w:t>
            </w:r>
            <w:r w:rsidRPr="00713499">
              <w:rPr>
                <w:rFonts w:ascii="Arial" w:hAnsi="Arial" w:cs="Arial"/>
                <w:b/>
                <w:sz w:val="18"/>
                <w:szCs w:val="20"/>
              </w:rPr>
              <w:t>**</w:t>
            </w:r>
          </w:p>
        </w:tc>
        <w:tc>
          <w:tcPr>
            <w:tcW w:w="169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E86186" w:rsidRPr="009734AD" w:rsidRDefault="0071349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_ _ _ _ _ _ _ _ _ _</w:t>
            </w:r>
          </w:p>
        </w:tc>
      </w:tr>
      <w:tr w:rsidR="00396F59" w:rsidTr="004A1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396F59" w:rsidRPr="00A63AE9" w:rsidRDefault="00396F59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Odpady</w:t>
            </w:r>
            <w:r w:rsidR="006A309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A3141" w:rsidRPr="006A309C">
              <w:rPr>
                <w:rFonts w:ascii="Arial" w:hAnsi="Arial" w:cs="Arial"/>
                <w:b/>
                <w:sz w:val="18"/>
                <w:szCs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TAK</w:t>
            </w:r>
            <w:r w:rsidR="00713499">
              <w:rPr>
                <w:rFonts w:ascii="Arial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-205899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499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</w:p>
        </w:tc>
        <w:tc>
          <w:tcPr>
            <w:tcW w:w="8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NIE</w:t>
            </w:r>
            <w:r w:rsidR="00713499">
              <w:rPr>
                <w:rFonts w:ascii="Arial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-1313708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34AD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</w:p>
        </w:tc>
      </w:tr>
      <w:tr w:rsidR="00396F59" w:rsidTr="004A11CB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/>
            <w:tcBorders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A63AE9" w:rsidRDefault="00396F59" w:rsidP="007C554D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101" w:type="dxa"/>
            <w:vMerge/>
            <w:tcBorders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221A3C" w:rsidRDefault="00396F59" w:rsidP="007C55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Podwykonawcy</w:t>
            </w:r>
            <w:r w:rsidR="009A314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A3141" w:rsidRPr="006A309C">
              <w:rPr>
                <w:rFonts w:ascii="Arial" w:hAnsi="Arial" w:cs="Arial"/>
                <w:b/>
                <w:sz w:val="18"/>
                <w:szCs w:val="20"/>
              </w:rPr>
              <w:t>***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TAK</w:t>
            </w:r>
            <w:r w:rsidR="00713499">
              <w:rPr>
                <w:rFonts w:ascii="Arial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-5508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34AD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</w:p>
        </w:tc>
        <w:tc>
          <w:tcPr>
            <w:tcW w:w="848" w:type="dxa"/>
            <w:tcBorders>
              <w:top w:val="single" w:sz="4" w:space="0" w:color="000000" w:themeColor="text1"/>
              <w:bottom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96F59" w:rsidRPr="009734AD" w:rsidRDefault="00396F59" w:rsidP="00A63A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734AD">
              <w:rPr>
                <w:rFonts w:ascii="Arial" w:hAnsi="Arial" w:cs="Arial"/>
                <w:sz w:val="18"/>
                <w:szCs w:val="20"/>
              </w:rPr>
              <w:t>NIE</w:t>
            </w:r>
            <w:r w:rsidR="00713499">
              <w:rPr>
                <w:rFonts w:ascii="Arial" w:hAnsi="Arial" w:cs="Arial"/>
                <w:sz w:val="18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18"/>
                  <w:szCs w:val="20"/>
                </w:rPr>
                <w:id w:val="94119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734AD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</w:p>
        </w:tc>
      </w:tr>
    </w:tbl>
    <w:p w:rsidR="00F31D17" w:rsidRPr="00BB1B0F" w:rsidRDefault="00F31D17" w:rsidP="00F41D4A">
      <w:pPr>
        <w:spacing w:after="0" w:line="240" w:lineRule="auto"/>
        <w:rPr>
          <w:rFonts w:ascii="Arial" w:hAnsi="Arial" w:cs="Arial"/>
          <w:sz w:val="20"/>
        </w:rPr>
      </w:pPr>
    </w:p>
    <w:p w:rsidR="00103AA0" w:rsidRDefault="00103AA0" w:rsidP="006452C6">
      <w:pPr>
        <w:spacing w:line="240" w:lineRule="auto"/>
        <w:rPr>
          <w:rFonts w:ascii="Arial" w:hAnsi="Arial" w:cs="Arial"/>
          <w:sz w:val="16"/>
        </w:rPr>
      </w:pPr>
      <w:r w:rsidRPr="0075232B">
        <w:rPr>
          <w:rFonts w:ascii="Arial" w:hAnsi="Arial" w:cs="Arial"/>
          <w:sz w:val="16"/>
        </w:rPr>
        <w:t>* niepotrzebne skreślić</w:t>
      </w:r>
    </w:p>
    <w:p w:rsidR="00713499" w:rsidRDefault="00713499" w:rsidP="006452C6">
      <w:pPr>
        <w:spacing w:line="240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** pole obowiązkowe</w:t>
      </w:r>
      <w:r w:rsidR="006A309C">
        <w:rPr>
          <w:rFonts w:ascii="Arial" w:hAnsi="Arial" w:cs="Arial"/>
          <w:sz w:val="16"/>
        </w:rPr>
        <w:t xml:space="preserve"> dla prac remontowych</w:t>
      </w:r>
      <w:r>
        <w:rPr>
          <w:rFonts w:ascii="Arial" w:hAnsi="Arial" w:cs="Arial"/>
          <w:sz w:val="16"/>
        </w:rPr>
        <w:t>, wypełnia Inspektor nadzoru</w:t>
      </w:r>
    </w:p>
    <w:p w:rsidR="009A3141" w:rsidRPr="0075232B" w:rsidRDefault="009A3141" w:rsidP="006452C6">
      <w:pPr>
        <w:spacing w:line="240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*** wypełnia Wykonawca</w:t>
      </w:r>
    </w:p>
    <w:p w:rsidR="00140CAF" w:rsidRDefault="00140CAF" w:rsidP="00140CAF">
      <w:pPr>
        <w:tabs>
          <w:tab w:val="left" w:pos="2269"/>
        </w:tabs>
        <w:spacing w:line="240" w:lineRule="auto"/>
        <w:ind w:left="-284" w:right="-284"/>
        <w:rPr>
          <w:rFonts w:ascii="Arial" w:hAnsi="Arial" w:cs="Arial"/>
        </w:rPr>
      </w:pPr>
    </w:p>
    <w:p w:rsidR="00397057" w:rsidRPr="00140CAF" w:rsidRDefault="00397057" w:rsidP="000865EC">
      <w:pPr>
        <w:rPr>
          <w:rFonts w:ascii="Arial" w:hAnsi="Arial" w:cs="Arial"/>
        </w:rPr>
        <w:sectPr w:rsidR="00397057" w:rsidRPr="00140CAF" w:rsidSect="00131E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567" w:right="851" w:bottom="567" w:left="1418" w:header="709" w:footer="284" w:gutter="0"/>
          <w:cols w:space="708"/>
          <w:docGrid w:linePitch="360"/>
        </w:sectPr>
      </w:pPr>
    </w:p>
    <w:p w:rsidR="00397057" w:rsidRDefault="00A05CBD" w:rsidP="00F41D4A">
      <w:pPr>
        <w:pStyle w:val="Akapitzlist"/>
        <w:numPr>
          <w:ilvl w:val="0"/>
          <w:numId w:val="4"/>
        </w:numPr>
        <w:spacing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Zestawienie wartości (netto) wykonanych robót na dzień sporządzenia protokołu od początku realizacji umowy jest następujące:</w:t>
      </w:r>
    </w:p>
    <w:p w:rsidR="00DE2178" w:rsidRPr="000A36FF" w:rsidRDefault="00DE2178" w:rsidP="00F41D4A">
      <w:pPr>
        <w:spacing w:after="0" w:line="240" w:lineRule="auto"/>
        <w:rPr>
          <w:rFonts w:ascii="Arial" w:hAnsi="Arial" w:cs="Arial"/>
          <w:sz w:val="12"/>
        </w:rPr>
      </w:pPr>
    </w:p>
    <w:tbl>
      <w:tblPr>
        <w:tblStyle w:val="Tabelasiatki2akcent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801"/>
        <w:gridCol w:w="3153"/>
        <w:gridCol w:w="2268"/>
        <w:gridCol w:w="2268"/>
        <w:gridCol w:w="2268"/>
        <w:gridCol w:w="2268"/>
      </w:tblGrid>
      <w:tr w:rsidR="00131528" w:rsidTr="00262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954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Rodzaje robót, asortymenty, elementy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Wartość robót wg umowy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Wartość robót od początku realizacji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64BD" w:rsidRPr="00E60EF9" w:rsidRDefault="00B664BD" w:rsidP="00C26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Wartość robót wykonanych wg poprzedni</w:t>
            </w:r>
            <w:r w:rsidR="00C260A8">
              <w:rPr>
                <w:rFonts w:ascii="Arial" w:hAnsi="Arial" w:cs="Arial"/>
                <w:sz w:val="20"/>
              </w:rPr>
              <w:t>ch</w:t>
            </w:r>
            <w:r w:rsidRPr="00E60EF9">
              <w:rPr>
                <w:rFonts w:ascii="Arial" w:hAnsi="Arial" w:cs="Arial"/>
                <w:sz w:val="20"/>
              </w:rPr>
              <w:t xml:space="preserve"> protokoł</w:t>
            </w:r>
            <w:r w:rsidR="00C260A8">
              <w:rPr>
                <w:rFonts w:ascii="Arial" w:hAnsi="Arial" w:cs="Arial"/>
                <w:sz w:val="20"/>
              </w:rPr>
              <w:t>ów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:rsidR="00B664BD" w:rsidRPr="00E60EF9" w:rsidRDefault="00B664BD" w:rsidP="00BE05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E60EF9">
              <w:rPr>
                <w:rFonts w:ascii="Arial" w:hAnsi="Arial" w:cs="Arial"/>
                <w:sz w:val="20"/>
              </w:rPr>
              <w:t>Wartość robót wykonanych w okresie rozliczeniowym</w:t>
            </w:r>
          </w:p>
        </w:tc>
      </w:tr>
      <w:tr w:rsidR="002626E8" w:rsidTr="00CE2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rPr>
                <w:rFonts w:ascii="Arial" w:hAnsi="Arial" w:cs="Arial"/>
                <w:b w:val="0"/>
                <w:sz w:val="16"/>
              </w:rPr>
            </w:pPr>
            <w:r w:rsidRPr="00A63AE9">
              <w:rPr>
                <w:rFonts w:ascii="Arial" w:hAnsi="Arial" w:cs="Arial"/>
                <w:b w:val="0"/>
                <w:sz w:val="16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63AE9" w:rsidRDefault="000A36FF" w:rsidP="000A36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</w:rPr>
            </w:pPr>
            <w:r w:rsidRPr="00A63AE9">
              <w:rPr>
                <w:rFonts w:ascii="Arial" w:hAnsi="Arial" w:cs="Arial"/>
                <w:sz w:val="16"/>
              </w:rPr>
              <w:t>6</w:t>
            </w:r>
            <w:r w:rsidR="00812609" w:rsidRPr="00A63AE9">
              <w:rPr>
                <w:rFonts w:ascii="Arial" w:hAnsi="Arial" w:cs="Arial"/>
                <w:sz w:val="16"/>
              </w:rPr>
              <w:t xml:space="preserve"> </w:t>
            </w:r>
            <w:r w:rsidRPr="00A63AE9">
              <w:rPr>
                <w:rFonts w:ascii="Arial" w:hAnsi="Arial" w:cs="Arial"/>
                <w:sz w:val="16"/>
              </w:rPr>
              <w:t xml:space="preserve"> (</w:t>
            </w:r>
            <w:r w:rsidR="00812609" w:rsidRPr="00A63AE9">
              <w:rPr>
                <w:rFonts w:ascii="Arial" w:hAnsi="Arial" w:cs="Arial"/>
                <w:sz w:val="16"/>
              </w:rPr>
              <w:t>kol.</w:t>
            </w:r>
            <w:r w:rsidRPr="00A63AE9">
              <w:rPr>
                <w:rFonts w:ascii="Arial" w:hAnsi="Arial" w:cs="Arial"/>
                <w:sz w:val="16"/>
              </w:rPr>
              <w:t>4</w:t>
            </w:r>
            <w:r w:rsidR="00812609" w:rsidRPr="00A63AE9">
              <w:rPr>
                <w:rFonts w:ascii="Arial" w:hAnsi="Arial" w:cs="Arial"/>
                <w:sz w:val="16"/>
              </w:rPr>
              <w:t xml:space="preserve"> </w:t>
            </w:r>
            <w:r w:rsidRPr="00A63AE9">
              <w:rPr>
                <w:rFonts w:ascii="Arial" w:hAnsi="Arial" w:cs="Arial"/>
                <w:sz w:val="16"/>
              </w:rPr>
              <w:t>-</w:t>
            </w:r>
            <w:r w:rsidR="00812609" w:rsidRPr="00A63AE9">
              <w:rPr>
                <w:rFonts w:ascii="Arial" w:hAnsi="Arial" w:cs="Arial"/>
                <w:sz w:val="16"/>
              </w:rPr>
              <w:t xml:space="preserve"> kol.</w:t>
            </w:r>
            <w:r w:rsidRPr="00A63AE9">
              <w:rPr>
                <w:rFonts w:ascii="Arial" w:hAnsi="Arial" w:cs="Arial"/>
                <w:sz w:val="16"/>
              </w:rPr>
              <w:t>5)</w:t>
            </w:r>
          </w:p>
        </w:tc>
      </w:tr>
      <w:tr w:rsidR="00CE2A6C" w:rsidTr="00CE2A6C">
        <w:trPr>
          <w:trHeight w:val="1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A14FD2" w:rsidRDefault="00CE2A6C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CE2A6C" w:rsidRPr="00221A3C" w:rsidRDefault="00CE2A6C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28" w:rsidTr="00CE2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14FD2" w:rsidRDefault="00B664BD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902FC8" w:rsidRPr="00221A3C" w:rsidRDefault="00902FC8" w:rsidP="00902F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0A36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F07" w:rsidTr="00902FC8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A14FD2" w:rsidRDefault="00B664BD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0A36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528" w:rsidTr="00CE2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A14FD2" w:rsidRDefault="00B664BD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B664BD" w:rsidRPr="00221A3C" w:rsidRDefault="00B664BD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F07" w:rsidTr="00902FC8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A14FD2" w:rsidRDefault="00B664BD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  <w:vAlign w:val="center"/>
          </w:tcPr>
          <w:p w:rsidR="00B664BD" w:rsidRPr="00221A3C" w:rsidRDefault="00B664BD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FC8" w:rsidTr="00CE2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A14FD2" w:rsidRDefault="003B0BDF" w:rsidP="00BE054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3B0BDF" w:rsidRPr="00221A3C" w:rsidRDefault="003B0BDF" w:rsidP="00BE05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6E8" w:rsidTr="002626E8">
        <w:tblPrEx>
          <w:tblBorders>
            <w:top w:val="single" w:sz="12" w:space="0" w:color="D9D9D9" w:themeColor="background1" w:themeShade="D9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3358" w:type="dxa"/>
          <w:trHeight w:val="416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564E5E" w:rsidRPr="00643F07" w:rsidRDefault="009C2283" w:rsidP="000A36FF">
            <w:pPr>
              <w:jc w:val="center"/>
              <w:rPr>
                <w:rFonts w:ascii="Arial" w:hAnsi="Arial" w:cs="Arial"/>
                <w:b/>
              </w:rPr>
            </w:pPr>
            <w:r w:rsidRPr="00643F07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A14FD2" w:rsidRPr="008F7FA3" w:rsidRDefault="00A14FD2" w:rsidP="00A14F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564E5E" w:rsidRPr="008F7FA3" w:rsidRDefault="00564E5E" w:rsidP="00BE054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564E5E" w:rsidRPr="008F7FA3" w:rsidRDefault="00564E5E" w:rsidP="00BE05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564E5E" w:rsidRPr="008F7FA3" w:rsidRDefault="00564E5E" w:rsidP="00BE054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C0826" w:rsidRPr="000C0826" w:rsidRDefault="000C0826" w:rsidP="00DE2178">
      <w:pPr>
        <w:spacing w:line="240" w:lineRule="auto"/>
        <w:rPr>
          <w:rFonts w:ascii="Arial" w:hAnsi="Arial" w:cs="Arial"/>
          <w:sz w:val="24"/>
        </w:rPr>
      </w:pPr>
    </w:p>
    <w:p w:rsidR="000C0826" w:rsidRDefault="003B73ED" w:rsidP="00DE2178">
      <w:pPr>
        <w:spacing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 xml:space="preserve">  </w:t>
      </w:r>
      <w:r w:rsidR="000C0826" w:rsidRPr="00F856B1">
        <w:rPr>
          <w:rFonts w:ascii="Arial" w:hAnsi="Arial" w:cs="Arial"/>
          <w:i/>
          <w:sz w:val="20"/>
        </w:rPr>
        <w:t>Data: …………………………</w:t>
      </w:r>
      <w:r w:rsidR="000C0826" w:rsidRPr="00F856B1">
        <w:rPr>
          <w:rFonts w:ascii="Arial" w:hAnsi="Arial" w:cs="Arial"/>
          <w:i/>
          <w:sz w:val="20"/>
        </w:rPr>
        <w:tab/>
      </w:r>
      <w:r w:rsidR="000C0826" w:rsidRPr="00F856B1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 xml:space="preserve"> </w:t>
      </w:r>
      <w:r w:rsidR="000C0826" w:rsidRPr="00F856B1">
        <w:rPr>
          <w:rFonts w:ascii="Arial" w:hAnsi="Arial" w:cs="Arial"/>
          <w:i/>
          <w:sz w:val="20"/>
        </w:rPr>
        <w:tab/>
        <w:t>Inspektor</w:t>
      </w:r>
      <w:r w:rsidR="003F30A6">
        <w:rPr>
          <w:rFonts w:ascii="Arial" w:hAnsi="Arial" w:cs="Arial"/>
          <w:i/>
          <w:sz w:val="20"/>
        </w:rPr>
        <w:t xml:space="preserve"> </w:t>
      </w:r>
      <w:r w:rsidR="000C0826" w:rsidRPr="00F856B1">
        <w:rPr>
          <w:rFonts w:ascii="Arial" w:hAnsi="Arial" w:cs="Arial"/>
          <w:i/>
          <w:sz w:val="20"/>
        </w:rPr>
        <w:t xml:space="preserve"> nadzoru</w:t>
      </w:r>
      <w:r w:rsidR="000C0826" w:rsidRPr="00F856B1">
        <w:rPr>
          <w:rFonts w:ascii="Arial" w:hAnsi="Arial" w:cs="Arial"/>
          <w:i/>
          <w:sz w:val="20"/>
        </w:rPr>
        <w:tab/>
      </w:r>
      <w:r w:rsidR="000C0826" w:rsidRPr="00F856B1">
        <w:rPr>
          <w:rFonts w:ascii="Arial" w:hAnsi="Arial" w:cs="Arial"/>
          <w:i/>
          <w:sz w:val="20"/>
        </w:rPr>
        <w:tab/>
      </w:r>
      <w:r w:rsidR="008368A9">
        <w:rPr>
          <w:rFonts w:ascii="Arial" w:hAnsi="Arial" w:cs="Arial"/>
          <w:i/>
          <w:sz w:val="20"/>
        </w:rPr>
        <w:t xml:space="preserve"> </w:t>
      </w:r>
      <w:r w:rsidR="008368A9">
        <w:rPr>
          <w:rFonts w:ascii="Arial" w:hAnsi="Arial" w:cs="Arial"/>
          <w:i/>
          <w:sz w:val="20"/>
        </w:rPr>
        <w:tab/>
      </w:r>
      <w:r w:rsidR="000C0826" w:rsidRPr="00F856B1">
        <w:rPr>
          <w:rFonts w:ascii="Arial" w:hAnsi="Arial" w:cs="Arial"/>
          <w:i/>
          <w:sz w:val="20"/>
        </w:rPr>
        <w:tab/>
        <w:t>Przedstawiciel</w:t>
      </w:r>
      <w:r w:rsidR="000C0826" w:rsidRPr="00F856B1">
        <w:rPr>
          <w:rFonts w:ascii="Arial" w:hAnsi="Arial" w:cs="Arial"/>
          <w:i/>
          <w:sz w:val="20"/>
        </w:rPr>
        <w:tab/>
      </w:r>
      <w:r w:rsidR="000C0826" w:rsidRPr="00F856B1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 xml:space="preserve">    </w:t>
      </w:r>
      <w:r w:rsidR="008368A9">
        <w:rPr>
          <w:rFonts w:ascii="Arial" w:hAnsi="Arial" w:cs="Arial"/>
          <w:i/>
          <w:sz w:val="20"/>
        </w:rPr>
        <w:tab/>
      </w:r>
      <w:r w:rsidR="008368A9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 xml:space="preserve">         </w:t>
      </w:r>
      <w:r w:rsidR="000C0826" w:rsidRPr="00F856B1">
        <w:rPr>
          <w:rFonts w:ascii="Arial" w:hAnsi="Arial" w:cs="Arial"/>
          <w:i/>
          <w:sz w:val="20"/>
        </w:rPr>
        <w:t>Wykonawca</w:t>
      </w:r>
    </w:p>
    <w:p w:rsidR="00CA59B1" w:rsidRPr="00F856B1" w:rsidRDefault="008368A9" w:rsidP="00DE2178">
      <w:pPr>
        <w:spacing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  <w:t xml:space="preserve">    Użytkownika / realizator</w:t>
      </w:r>
    </w:p>
    <w:p w:rsidR="000C0826" w:rsidRDefault="000C0826" w:rsidP="00DE2178">
      <w:pPr>
        <w:spacing w:line="240" w:lineRule="auto"/>
        <w:rPr>
          <w:rFonts w:ascii="Arial" w:hAnsi="Arial" w:cs="Arial"/>
          <w:sz w:val="20"/>
        </w:rPr>
      </w:pPr>
    </w:p>
    <w:p w:rsidR="003B73ED" w:rsidRPr="000C0826" w:rsidRDefault="003B73ED" w:rsidP="00DE2178">
      <w:pPr>
        <w:spacing w:line="240" w:lineRule="auto"/>
        <w:rPr>
          <w:rFonts w:ascii="Arial" w:hAnsi="Arial" w:cs="Arial"/>
          <w:sz w:val="20"/>
        </w:rPr>
      </w:pPr>
    </w:p>
    <w:p w:rsidR="000C0826" w:rsidRPr="000C0826" w:rsidRDefault="000C0826" w:rsidP="00DE2178">
      <w:pPr>
        <w:spacing w:line="240" w:lineRule="auto"/>
        <w:rPr>
          <w:rFonts w:ascii="Arial" w:hAnsi="Arial" w:cs="Arial"/>
          <w:sz w:val="20"/>
        </w:rPr>
      </w:pPr>
      <w:r w:rsidRPr="000C0826">
        <w:rPr>
          <w:rFonts w:ascii="Arial" w:hAnsi="Arial" w:cs="Arial"/>
          <w:sz w:val="20"/>
        </w:rPr>
        <w:tab/>
      </w:r>
      <w:r w:rsidRPr="000C0826">
        <w:rPr>
          <w:rFonts w:ascii="Arial" w:hAnsi="Arial" w:cs="Arial"/>
          <w:sz w:val="20"/>
        </w:rPr>
        <w:tab/>
      </w:r>
      <w:r w:rsidRPr="000C0826">
        <w:rPr>
          <w:rFonts w:ascii="Arial" w:hAnsi="Arial" w:cs="Arial"/>
          <w:sz w:val="20"/>
        </w:rPr>
        <w:tab/>
      </w:r>
      <w:r w:rsidRPr="000C0826">
        <w:rPr>
          <w:rFonts w:ascii="Arial" w:hAnsi="Arial" w:cs="Arial"/>
          <w:sz w:val="20"/>
        </w:rPr>
        <w:tab/>
      </w:r>
      <w:r w:rsidRPr="000C0826">
        <w:rPr>
          <w:rFonts w:ascii="Arial" w:hAnsi="Arial" w:cs="Arial"/>
          <w:sz w:val="20"/>
        </w:rPr>
        <w:tab/>
        <w:t>……………………………</w:t>
      </w:r>
      <w:r w:rsidR="00BF2B8F">
        <w:rPr>
          <w:rFonts w:ascii="Arial" w:hAnsi="Arial" w:cs="Arial"/>
          <w:sz w:val="20"/>
        </w:rPr>
        <w:t>………</w:t>
      </w:r>
      <w:r w:rsidR="00BF2B8F">
        <w:rPr>
          <w:rFonts w:ascii="Arial" w:hAnsi="Arial" w:cs="Arial"/>
          <w:sz w:val="20"/>
        </w:rPr>
        <w:tab/>
      </w:r>
      <w:r w:rsidR="00BF2B8F">
        <w:rPr>
          <w:rFonts w:ascii="Arial" w:hAnsi="Arial" w:cs="Arial"/>
          <w:sz w:val="20"/>
        </w:rPr>
        <w:tab/>
      </w:r>
      <w:r w:rsidR="003B73ED">
        <w:rPr>
          <w:rFonts w:ascii="Arial" w:hAnsi="Arial" w:cs="Arial"/>
          <w:sz w:val="20"/>
        </w:rPr>
        <w:t xml:space="preserve">         </w:t>
      </w:r>
      <w:r w:rsidR="00BF2B8F">
        <w:rPr>
          <w:rFonts w:ascii="Arial" w:hAnsi="Arial" w:cs="Arial"/>
          <w:sz w:val="20"/>
        </w:rPr>
        <w:t>……………………………………</w:t>
      </w:r>
      <w:r w:rsidRPr="000C0826">
        <w:rPr>
          <w:rFonts w:ascii="Arial" w:hAnsi="Arial" w:cs="Arial"/>
          <w:sz w:val="20"/>
        </w:rPr>
        <w:tab/>
      </w:r>
      <w:r w:rsidR="00BF2B8F">
        <w:rPr>
          <w:rFonts w:ascii="Arial" w:hAnsi="Arial" w:cs="Arial"/>
          <w:sz w:val="20"/>
        </w:rPr>
        <w:tab/>
      </w:r>
      <w:r w:rsidR="003B73ED">
        <w:rPr>
          <w:rFonts w:ascii="Arial" w:hAnsi="Arial" w:cs="Arial"/>
          <w:sz w:val="20"/>
        </w:rPr>
        <w:t xml:space="preserve">   </w:t>
      </w:r>
      <w:r w:rsidRPr="000C0826">
        <w:rPr>
          <w:rFonts w:ascii="Arial" w:hAnsi="Arial" w:cs="Arial"/>
          <w:sz w:val="20"/>
        </w:rPr>
        <w:t>…………………………</w:t>
      </w:r>
      <w:r w:rsidR="00BF2B8F">
        <w:rPr>
          <w:rFonts w:ascii="Arial" w:hAnsi="Arial" w:cs="Arial"/>
          <w:sz w:val="20"/>
        </w:rPr>
        <w:t>…………</w:t>
      </w:r>
    </w:p>
    <w:sectPr w:rsidR="000C0826" w:rsidRPr="000C0826" w:rsidSect="00A14FD2">
      <w:pgSz w:w="16838" w:h="11906" w:orient="landscape"/>
      <w:pgMar w:top="1702" w:right="567" w:bottom="851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CA" w:rsidRDefault="00B447CA" w:rsidP="00BA76DE">
      <w:pPr>
        <w:spacing w:after="0" w:line="240" w:lineRule="auto"/>
      </w:pPr>
      <w:r>
        <w:separator/>
      </w:r>
    </w:p>
  </w:endnote>
  <w:endnote w:type="continuationSeparator" w:id="0">
    <w:p w:rsidR="00B447CA" w:rsidRDefault="00B447CA" w:rsidP="00BA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951" w:rsidRDefault="00C419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FA3" w:rsidRPr="0075232B" w:rsidRDefault="00CE2A6C">
    <w:pPr>
      <w:pStyle w:val="Stopka"/>
      <w:rPr>
        <w:color w:val="A6A6A6" w:themeColor="background1" w:themeShade="A6"/>
      </w:rPr>
    </w:pPr>
    <w:r>
      <w:rPr>
        <w:noProof/>
        <w:color w:val="A6A6A6" w:themeColor="background1" w:themeShade="A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-16342</wp:posOffset>
              </wp:positionH>
              <wp:positionV relativeFrom="paragraph">
                <wp:posOffset>122574</wp:posOffset>
              </wp:positionV>
              <wp:extent cx="1773229" cy="0"/>
              <wp:effectExtent l="0" t="0" r="3683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73229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E0D12A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pt,9.65pt" to="138.3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" strokecolor="black [3213]" strokeweight=".25pt">
              <v:stroke joinstyle="miter"/>
            </v:line>
          </w:pict>
        </mc:Fallback>
      </mc:AlternateContent>
    </w:r>
  </w:p>
  <w:p w:rsidR="001102FB" w:rsidRPr="00CE2A6C" w:rsidRDefault="001102FB">
    <w:pPr>
      <w:pStyle w:val="Stopka"/>
      <w:rPr>
        <w:color w:val="000000" w:themeColor="text1"/>
        <w:sz w:val="16"/>
      </w:rPr>
    </w:pPr>
    <w:r w:rsidRPr="00CE2A6C">
      <w:rPr>
        <w:color w:val="000000" w:themeColor="text1"/>
        <w:sz w:val="16"/>
      </w:rPr>
      <w:t xml:space="preserve">Protokół </w:t>
    </w:r>
    <w:r w:rsidR="00140CAF" w:rsidRPr="00CE2A6C">
      <w:rPr>
        <w:color w:val="000000" w:themeColor="text1"/>
        <w:sz w:val="16"/>
      </w:rPr>
      <w:t>Finansowy</w:t>
    </w:r>
    <w:r w:rsidR="0075232B" w:rsidRPr="00CE2A6C">
      <w:rPr>
        <w:color w:val="000000" w:themeColor="text1"/>
        <w:sz w:val="16"/>
      </w:rPr>
      <w:t xml:space="preserve"> -</w:t>
    </w:r>
    <w:r w:rsidRPr="00CE2A6C">
      <w:rPr>
        <w:color w:val="000000" w:themeColor="text1"/>
        <w:sz w:val="16"/>
      </w:rPr>
      <w:t xml:space="preserve"> wzór </w:t>
    </w:r>
    <w:bookmarkStart w:id="0" w:name="_GoBack"/>
    <w:bookmarkEnd w:id="0"/>
    <w:r w:rsidRPr="00CE2A6C">
      <w:rPr>
        <w:color w:val="000000" w:themeColor="text1"/>
        <w:sz w:val="16"/>
      </w:rPr>
      <w:t>ORLEN S.A.</w:t>
    </w:r>
  </w:p>
  <w:p w:rsidR="001102FB" w:rsidRDefault="00110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951" w:rsidRDefault="00C41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CA" w:rsidRDefault="00B447CA" w:rsidP="00BA76DE">
      <w:pPr>
        <w:spacing w:after="0" w:line="240" w:lineRule="auto"/>
      </w:pPr>
      <w:r>
        <w:separator/>
      </w:r>
    </w:p>
  </w:footnote>
  <w:footnote w:type="continuationSeparator" w:id="0">
    <w:p w:rsidR="00B447CA" w:rsidRDefault="00B447CA" w:rsidP="00BA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951" w:rsidRDefault="00C419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951" w:rsidRDefault="00C419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951" w:rsidRDefault="00C41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53555"/>
    <w:multiLevelType w:val="hybridMultilevel"/>
    <w:tmpl w:val="28A0D3EA"/>
    <w:lvl w:ilvl="0" w:tplc="68E46020">
      <w:numFmt w:val="bullet"/>
      <w:lvlText w:val=""/>
      <w:lvlJc w:val="left"/>
      <w:pPr>
        <w:ind w:left="76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44484712"/>
    <w:multiLevelType w:val="hybridMultilevel"/>
    <w:tmpl w:val="9F6A1C9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505168B1"/>
    <w:multiLevelType w:val="hybridMultilevel"/>
    <w:tmpl w:val="EDB4C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C5415"/>
    <w:multiLevelType w:val="hybridMultilevel"/>
    <w:tmpl w:val="B47A4532"/>
    <w:lvl w:ilvl="0" w:tplc="7FF2F5A8">
      <w:numFmt w:val="bullet"/>
      <w:lvlText w:val=""/>
      <w:lvlJc w:val="left"/>
      <w:pPr>
        <w:ind w:left="76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B6"/>
    <w:rsid w:val="0002744E"/>
    <w:rsid w:val="000369BE"/>
    <w:rsid w:val="000865EC"/>
    <w:rsid w:val="000956CF"/>
    <w:rsid w:val="000A36FF"/>
    <w:rsid w:val="000A47D1"/>
    <w:rsid w:val="000B172E"/>
    <w:rsid w:val="000B5D35"/>
    <w:rsid w:val="000C0826"/>
    <w:rsid w:val="000C1B60"/>
    <w:rsid w:val="000D3A2E"/>
    <w:rsid w:val="000D5151"/>
    <w:rsid w:val="000E4C18"/>
    <w:rsid w:val="000E5D3A"/>
    <w:rsid w:val="000E774D"/>
    <w:rsid w:val="000F24F4"/>
    <w:rsid w:val="00103AA0"/>
    <w:rsid w:val="001076BD"/>
    <w:rsid w:val="001102FB"/>
    <w:rsid w:val="00121DEA"/>
    <w:rsid w:val="00131528"/>
    <w:rsid w:val="00131E7C"/>
    <w:rsid w:val="00140CAF"/>
    <w:rsid w:val="001569C1"/>
    <w:rsid w:val="001631E0"/>
    <w:rsid w:val="001731D2"/>
    <w:rsid w:val="00176B44"/>
    <w:rsid w:val="00177827"/>
    <w:rsid w:val="001C2A24"/>
    <w:rsid w:val="001E0B93"/>
    <w:rsid w:val="00213BE3"/>
    <w:rsid w:val="00221A3C"/>
    <w:rsid w:val="002532A0"/>
    <w:rsid w:val="002626E8"/>
    <w:rsid w:val="00282B0D"/>
    <w:rsid w:val="00286BEB"/>
    <w:rsid w:val="002A1BE0"/>
    <w:rsid w:val="002A37D8"/>
    <w:rsid w:val="002C7F0D"/>
    <w:rsid w:val="002E5D23"/>
    <w:rsid w:val="002E6166"/>
    <w:rsid w:val="003007E7"/>
    <w:rsid w:val="003335DF"/>
    <w:rsid w:val="00334A39"/>
    <w:rsid w:val="00337BBC"/>
    <w:rsid w:val="00360322"/>
    <w:rsid w:val="003622AC"/>
    <w:rsid w:val="00391707"/>
    <w:rsid w:val="00394144"/>
    <w:rsid w:val="00396F59"/>
    <w:rsid w:val="00397057"/>
    <w:rsid w:val="003974CA"/>
    <w:rsid w:val="003A3075"/>
    <w:rsid w:val="003B0BDF"/>
    <w:rsid w:val="003B73ED"/>
    <w:rsid w:val="003B7441"/>
    <w:rsid w:val="003D6BA4"/>
    <w:rsid w:val="003F30A6"/>
    <w:rsid w:val="00403660"/>
    <w:rsid w:val="00415504"/>
    <w:rsid w:val="0042242E"/>
    <w:rsid w:val="004305E3"/>
    <w:rsid w:val="00435ED8"/>
    <w:rsid w:val="004620A2"/>
    <w:rsid w:val="00472822"/>
    <w:rsid w:val="00473701"/>
    <w:rsid w:val="00476946"/>
    <w:rsid w:val="00484A7A"/>
    <w:rsid w:val="004A11CB"/>
    <w:rsid w:val="004C6EFC"/>
    <w:rsid w:val="004E4381"/>
    <w:rsid w:val="004E7E7C"/>
    <w:rsid w:val="004F2EDF"/>
    <w:rsid w:val="00507317"/>
    <w:rsid w:val="00524F57"/>
    <w:rsid w:val="0052549F"/>
    <w:rsid w:val="0055429B"/>
    <w:rsid w:val="00554EBF"/>
    <w:rsid w:val="00564E5E"/>
    <w:rsid w:val="00574C28"/>
    <w:rsid w:val="00577316"/>
    <w:rsid w:val="005C68C5"/>
    <w:rsid w:val="005D4A0B"/>
    <w:rsid w:val="00627DA0"/>
    <w:rsid w:val="00642C79"/>
    <w:rsid w:val="00643F07"/>
    <w:rsid w:val="006452C6"/>
    <w:rsid w:val="006661F3"/>
    <w:rsid w:val="006869DD"/>
    <w:rsid w:val="006A309C"/>
    <w:rsid w:val="006B02E6"/>
    <w:rsid w:val="006E3972"/>
    <w:rsid w:val="00707EEC"/>
    <w:rsid w:val="007122C9"/>
    <w:rsid w:val="00713499"/>
    <w:rsid w:val="00726AB3"/>
    <w:rsid w:val="00733055"/>
    <w:rsid w:val="00734DF2"/>
    <w:rsid w:val="0075232B"/>
    <w:rsid w:val="00752C2D"/>
    <w:rsid w:val="0076154C"/>
    <w:rsid w:val="007736BF"/>
    <w:rsid w:val="00782B9F"/>
    <w:rsid w:val="00793413"/>
    <w:rsid w:val="007A66C8"/>
    <w:rsid w:val="007A7753"/>
    <w:rsid w:val="007C554D"/>
    <w:rsid w:val="007E71F1"/>
    <w:rsid w:val="00800396"/>
    <w:rsid w:val="00800B51"/>
    <w:rsid w:val="00804305"/>
    <w:rsid w:val="00812287"/>
    <w:rsid w:val="00812609"/>
    <w:rsid w:val="00824747"/>
    <w:rsid w:val="008368A9"/>
    <w:rsid w:val="00851026"/>
    <w:rsid w:val="0085396A"/>
    <w:rsid w:val="008927D7"/>
    <w:rsid w:val="008A4D3A"/>
    <w:rsid w:val="008B783F"/>
    <w:rsid w:val="008F7FA3"/>
    <w:rsid w:val="00902FC8"/>
    <w:rsid w:val="009102AE"/>
    <w:rsid w:val="00914191"/>
    <w:rsid w:val="00970B76"/>
    <w:rsid w:val="009734AD"/>
    <w:rsid w:val="009A3141"/>
    <w:rsid w:val="009B4CEE"/>
    <w:rsid w:val="009C2283"/>
    <w:rsid w:val="009F0812"/>
    <w:rsid w:val="00A05CBD"/>
    <w:rsid w:val="00A11429"/>
    <w:rsid w:val="00A14FD2"/>
    <w:rsid w:val="00A15338"/>
    <w:rsid w:val="00A303B6"/>
    <w:rsid w:val="00A362AC"/>
    <w:rsid w:val="00A63AE9"/>
    <w:rsid w:val="00AD242F"/>
    <w:rsid w:val="00AF7531"/>
    <w:rsid w:val="00AF7914"/>
    <w:rsid w:val="00B308EE"/>
    <w:rsid w:val="00B35DF9"/>
    <w:rsid w:val="00B407D3"/>
    <w:rsid w:val="00B447CA"/>
    <w:rsid w:val="00B4711B"/>
    <w:rsid w:val="00B664BD"/>
    <w:rsid w:val="00B71CCD"/>
    <w:rsid w:val="00B73DC7"/>
    <w:rsid w:val="00B754C2"/>
    <w:rsid w:val="00BA76DE"/>
    <w:rsid w:val="00BB1B0F"/>
    <w:rsid w:val="00BE0540"/>
    <w:rsid w:val="00BE382D"/>
    <w:rsid w:val="00BF1C3E"/>
    <w:rsid w:val="00BF2B8F"/>
    <w:rsid w:val="00BF5C15"/>
    <w:rsid w:val="00C2478A"/>
    <w:rsid w:val="00C260A8"/>
    <w:rsid w:val="00C356C7"/>
    <w:rsid w:val="00C37298"/>
    <w:rsid w:val="00C37A3E"/>
    <w:rsid w:val="00C40837"/>
    <w:rsid w:val="00C41951"/>
    <w:rsid w:val="00C46C14"/>
    <w:rsid w:val="00C96C60"/>
    <w:rsid w:val="00CA29E0"/>
    <w:rsid w:val="00CA3B9D"/>
    <w:rsid w:val="00CA5774"/>
    <w:rsid w:val="00CA59B1"/>
    <w:rsid w:val="00CC0FA5"/>
    <w:rsid w:val="00CD1342"/>
    <w:rsid w:val="00CE2A6C"/>
    <w:rsid w:val="00CF2A62"/>
    <w:rsid w:val="00CF5D04"/>
    <w:rsid w:val="00D3149A"/>
    <w:rsid w:val="00D31817"/>
    <w:rsid w:val="00D3313E"/>
    <w:rsid w:val="00D834F5"/>
    <w:rsid w:val="00D93035"/>
    <w:rsid w:val="00DA153F"/>
    <w:rsid w:val="00DA7CA5"/>
    <w:rsid w:val="00DB142F"/>
    <w:rsid w:val="00DC5262"/>
    <w:rsid w:val="00DE2178"/>
    <w:rsid w:val="00DF44E6"/>
    <w:rsid w:val="00DF69CD"/>
    <w:rsid w:val="00E0063E"/>
    <w:rsid w:val="00E178BD"/>
    <w:rsid w:val="00E21145"/>
    <w:rsid w:val="00E60EF9"/>
    <w:rsid w:val="00E63B48"/>
    <w:rsid w:val="00E70AC4"/>
    <w:rsid w:val="00E86186"/>
    <w:rsid w:val="00EB540E"/>
    <w:rsid w:val="00EC7DB6"/>
    <w:rsid w:val="00ED228A"/>
    <w:rsid w:val="00EF6516"/>
    <w:rsid w:val="00F14243"/>
    <w:rsid w:val="00F2314D"/>
    <w:rsid w:val="00F31D17"/>
    <w:rsid w:val="00F41D4A"/>
    <w:rsid w:val="00F856B1"/>
    <w:rsid w:val="00FA1633"/>
    <w:rsid w:val="00FA2427"/>
    <w:rsid w:val="00FA769B"/>
    <w:rsid w:val="00FC1F0C"/>
    <w:rsid w:val="00FE1262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F8324"/>
  <w15:chartTrackingRefBased/>
  <w15:docId w15:val="{3C0E2DDE-EC7A-422F-9E7A-CFBB7BB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76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76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76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76DE"/>
    <w:pPr>
      <w:ind w:left="720"/>
      <w:contextualSpacing/>
    </w:pPr>
  </w:style>
  <w:style w:type="table" w:styleId="Tabela-Siatka">
    <w:name w:val="Table Grid"/>
    <w:basedOn w:val="Standardowy"/>
    <w:uiPriority w:val="39"/>
    <w:rsid w:val="00DF6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B664B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Zwykatabela3">
    <w:name w:val="Plain Table 3"/>
    <w:basedOn w:val="Standardowy"/>
    <w:uiPriority w:val="43"/>
    <w:rsid w:val="00B664B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atki2akcent3">
    <w:name w:val="Grid Table 2 Accent 3"/>
    <w:basedOn w:val="Standardowy"/>
    <w:uiPriority w:val="47"/>
    <w:rsid w:val="00F14243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110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2FB"/>
  </w:style>
  <w:style w:type="paragraph" w:styleId="Stopka">
    <w:name w:val="footer"/>
    <w:basedOn w:val="Normalny"/>
    <w:link w:val="StopkaZnak"/>
    <w:uiPriority w:val="99"/>
    <w:unhideWhenUsed/>
    <w:rsid w:val="00110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2FB"/>
  </w:style>
  <w:style w:type="character" w:styleId="Odwoaniedokomentarza">
    <w:name w:val="annotation reference"/>
    <w:basedOn w:val="Domylnaczcionkaakapitu"/>
    <w:uiPriority w:val="99"/>
    <w:semiHidden/>
    <w:unhideWhenUsed/>
    <w:rsid w:val="008126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26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26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6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6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609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7122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ne\korpolinski\Documents\Protok&#243;&#322;%20Finansowy-v4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3F892-F078-4E07-B2FE-4F2EBE67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Protokół Finansowy-v4</Template>
  <TotalTime>0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Korpoliński</dc:creator>
  <cp:keywords/>
  <dc:description/>
  <cp:lastModifiedBy>Żółtowski Jarosław (PKN)</cp:lastModifiedBy>
  <cp:revision>3</cp:revision>
  <cp:lastPrinted>2020-10-05T06:08:00Z</cp:lastPrinted>
  <dcterms:created xsi:type="dcterms:W3CDTF">2021-10-18T09:19:00Z</dcterms:created>
  <dcterms:modified xsi:type="dcterms:W3CDTF">2023-08-03T11:42:00Z</dcterms:modified>
</cp:coreProperties>
</file>